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A835DF" w14:textId="7C881545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AE741C">
        <w:rPr>
          <w:rFonts w:eastAsia="Times New Roman" w:cs="Times New Roman"/>
          <w:lang w:eastAsia="cs-CZ"/>
        </w:rPr>
        <w:t>3 Zadávací dokumentace</w:t>
      </w:r>
    </w:p>
    <w:p w14:paraId="3E278181" w14:textId="77777777" w:rsidR="003C4FBB" w:rsidRDefault="003C4FBB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</w:p>
    <w:p w14:paraId="0CA0155F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4609960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38E8FD19" w14:textId="77777777" w:rsidR="003C4FBB" w:rsidRDefault="003C4FBB" w:rsidP="003C4FBB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Pr="00AE741C">
        <w:rPr>
          <w:rFonts w:eastAsia="Times New Roman" w:cs="Times New Roman"/>
          <w:highlight w:val="yellow"/>
          <w:lang w:eastAsia="cs-CZ"/>
        </w:rPr>
        <w:t>………….</w:t>
      </w:r>
    </w:p>
    <w:p w14:paraId="5D42806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AE741C">
        <w:rPr>
          <w:rFonts w:eastAsia="Times New Roman" w:cs="Times New Roman"/>
          <w:highlight w:val="yellow"/>
          <w:lang w:eastAsia="cs-CZ"/>
        </w:rPr>
        <w:t>………….</w:t>
      </w:r>
    </w:p>
    <w:p w14:paraId="5B458EFE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AE741C">
        <w:rPr>
          <w:rFonts w:eastAsia="Times New Roman" w:cs="Times New Roman"/>
          <w:highlight w:val="yellow"/>
          <w:lang w:eastAsia="cs-CZ"/>
        </w:rPr>
        <w:t>………….</w:t>
      </w:r>
    </w:p>
    <w:p w14:paraId="168B855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AE741C">
        <w:rPr>
          <w:rFonts w:eastAsia="Times New Roman" w:cs="Times New Roman"/>
          <w:highlight w:val="yellow"/>
          <w:lang w:eastAsia="cs-CZ"/>
        </w:rPr>
        <w:t>………….</w:t>
      </w:r>
    </w:p>
    <w:p w14:paraId="0187E129" w14:textId="77777777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</w:p>
    <w:p w14:paraId="54D580FD" w14:textId="1EE59AD6" w:rsidR="003C4FBB" w:rsidRPr="00AE741C" w:rsidRDefault="003C4FBB" w:rsidP="00AE741C">
      <w:pPr>
        <w:keepNext/>
        <w:keepLines/>
        <w:outlineLvl w:val="2"/>
        <w:rPr>
          <w:rFonts w:eastAsia="Times New Roman" w:cs="Times New Roman"/>
          <w:b/>
          <w:noProof/>
          <w:color w:val="00A1E0"/>
          <w:sz w:val="24"/>
          <w:szCs w:val="24"/>
        </w:rPr>
      </w:pPr>
      <w:r>
        <w:rPr>
          <w:rFonts w:eastAsia="Times New Roman" w:cs="Times New Roman"/>
          <w:lang w:eastAsia="cs-CZ"/>
        </w:rPr>
        <w:t xml:space="preserve">který podává </w:t>
      </w:r>
      <w:r w:rsidRPr="00AE741C">
        <w:rPr>
          <w:rFonts w:eastAsia="Times New Roman" w:cs="Times New Roman"/>
          <w:lang w:eastAsia="cs-CZ"/>
        </w:rPr>
        <w:t xml:space="preserve">nabídku na </w:t>
      </w:r>
      <w:r w:rsidR="00AE741C" w:rsidRPr="00AE741C">
        <w:rPr>
          <w:rFonts w:eastAsia="Times New Roman" w:cs="Times New Roman"/>
          <w:lang w:eastAsia="cs-CZ"/>
        </w:rPr>
        <w:t>na</w:t>
      </w:r>
      <w:r w:rsidRPr="00AE741C">
        <w:rPr>
          <w:rFonts w:eastAsia="Times New Roman" w:cs="Times New Roman"/>
          <w:lang w:eastAsia="cs-CZ"/>
        </w:rPr>
        <w:t xml:space="preserve">dlimitní sektorovou veřejnou zakázku </w:t>
      </w:r>
      <w:r w:rsidR="00AE741C">
        <w:rPr>
          <w:rFonts w:eastAsia="Times New Roman" w:cs="Times New Roman"/>
          <w:lang w:eastAsia="cs-CZ"/>
        </w:rPr>
        <w:t xml:space="preserve">na služby </w:t>
      </w:r>
      <w:r w:rsidRPr="00AE741C">
        <w:rPr>
          <w:rFonts w:eastAsia="Times New Roman" w:cs="Times New Roman"/>
          <w:lang w:eastAsia="cs-CZ"/>
        </w:rPr>
        <w:t>s názvem</w:t>
      </w:r>
      <w:r>
        <w:rPr>
          <w:rFonts w:eastAsia="Times New Roman" w:cs="Times New Roman"/>
          <w:lang w:eastAsia="cs-CZ"/>
        </w:rPr>
        <w:t xml:space="preserve"> </w:t>
      </w:r>
      <w:r w:rsidR="00AE741C" w:rsidRPr="00AE741C">
        <w:rPr>
          <w:b/>
        </w:rPr>
        <w:t xml:space="preserve">„Pojištění </w:t>
      </w:r>
      <w:r w:rsidR="000937D3" w:rsidRPr="000937D3">
        <w:rPr>
          <w:b/>
        </w:rPr>
        <w:t>odpovědnosti za újmu vzniklou jinému v souvislosti se zajištěním provozování železniční dopravní cesty a její provozuschopnosti, zajišťování údržby, opravy, rozvoje, modernizace železniční dopravní cesty, prováděním staveb na období roku 2022</w:t>
      </w:r>
      <w:r w:rsidR="00AE741C" w:rsidRPr="00AE741C">
        <w:rPr>
          <w:b/>
        </w:rPr>
        <w:t>“</w:t>
      </w:r>
      <w:r w:rsidRPr="00AE741C">
        <w:rPr>
          <w:rFonts w:eastAsia="Times New Roman" w:cs="Times New Roman"/>
          <w:b/>
          <w:lang w:eastAsia="cs-CZ"/>
        </w:rPr>
        <w:t xml:space="preserve">, </w:t>
      </w:r>
      <w:r w:rsidRPr="00AE741C">
        <w:rPr>
          <w:rFonts w:eastAsia="Times New Roman" w:cs="Times New Roman"/>
          <w:lang w:eastAsia="cs-CZ"/>
        </w:rPr>
        <w:t xml:space="preserve">č.j. </w:t>
      </w:r>
      <w:r w:rsidR="000937D3">
        <w:rPr>
          <w:rFonts w:eastAsia="Times New Roman" w:cs="Times New Roman"/>
          <w:lang w:eastAsia="cs-CZ"/>
        </w:rPr>
        <w:t>151654</w:t>
      </w:r>
      <w:r w:rsidR="00AE741C" w:rsidRPr="00AE741C">
        <w:rPr>
          <w:rFonts w:eastAsia="Times New Roman" w:cs="Times New Roman"/>
          <w:lang w:eastAsia="cs-CZ"/>
        </w:rPr>
        <w:t>/202</w:t>
      </w:r>
      <w:r w:rsidR="000937D3">
        <w:rPr>
          <w:rFonts w:eastAsia="Times New Roman" w:cs="Times New Roman"/>
          <w:lang w:eastAsia="cs-CZ"/>
        </w:rPr>
        <w:t>1</w:t>
      </w:r>
      <w:bookmarkStart w:id="0" w:name="_GoBack"/>
      <w:bookmarkEnd w:id="0"/>
      <w:r w:rsidR="00AE741C" w:rsidRPr="00AE741C">
        <w:rPr>
          <w:rFonts w:eastAsia="Times New Roman" w:cs="Times New Roman"/>
          <w:lang w:eastAsia="cs-CZ"/>
        </w:rPr>
        <w:t>-SŽ-GŘ-O8</w:t>
      </w:r>
      <w:r w:rsidRPr="00AE741C">
        <w:rPr>
          <w:rFonts w:eastAsia="Times New Roman" w:cs="Times New Roman"/>
          <w:lang w:eastAsia="cs-CZ"/>
        </w:rPr>
        <w:t>, tímto</w:t>
      </w:r>
      <w:r>
        <w:rPr>
          <w:rFonts w:eastAsia="Times New Roman" w:cs="Times New Roman"/>
          <w:lang w:eastAsia="cs-CZ"/>
        </w:rPr>
        <w:t xml:space="preserve"> </w:t>
      </w:r>
      <w:r w:rsidRPr="00D94D22">
        <w:rPr>
          <w:rFonts w:eastAsia="Times New Roman" w:cs="Times New Roman"/>
          <w:lang w:eastAsia="cs-CZ"/>
        </w:rPr>
        <w:t xml:space="preserve">čestně prohlašuje, že za poslední 3 roky před zahájením zadávacího řízení poskytoval alespoň </w:t>
      </w:r>
      <w:r w:rsidR="00AE741C" w:rsidRPr="00D94D22">
        <w:rPr>
          <w:rFonts w:eastAsia="Times New Roman" w:cs="Times New Roman"/>
          <w:lang w:eastAsia="cs-CZ"/>
        </w:rPr>
        <w:t>3 významné</w:t>
      </w:r>
      <w:r w:rsidRPr="00D94D22">
        <w:rPr>
          <w:rFonts w:eastAsia="Times New Roman" w:cs="Times New Roman"/>
          <w:lang w:eastAsia="cs-CZ"/>
        </w:rPr>
        <w:t xml:space="preserve"> </w:t>
      </w:r>
      <w:r w:rsidR="00AE741C" w:rsidRPr="00D94D22">
        <w:rPr>
          <w:rFonts w:eastAsia="Times New Roman" w:cs="Times New Roman"/>
          <w:lang w:eastAsia="cs-CZ"/>
        </w:rPr>
        <w:t>služby definované</w:t>
      </w:r>
      <w:r>
        <w:rPr>
          <w:rFonts w:eastAsia="Times New Roman" w:cs="Times New Roman"/>
          <w:lang w:eastAsia="cs-CZ"/>
        </w:rPr>
        <w:t xml:space="preserve"> v čl. </w:t>
      </w:r>
      <w:r w:rsidR="00AE741C">
        <w:rPr>
          <w:rFonts w:eastAsia="Times New Roman" w:cs="Times New Roman"/>
          <w:lang w:eastAsia="cs-CZ"/>
        </w:rPr>
        <w:t>11.1 Zadávací dokumentace</w:t>
      </w:r>
      <w:r w:rsidR="00D94D22">
        <w:rPr>
          <w:rFonts w:eastAsia="Times New Roman" w:cs="Times New Roman"/>
          <w:lang w:eastAsia="cs-CZ"/>
        </w:rPr>
        <w:t>.</w:t>
      </w:r>
    </w:p>
    <w:p w14:paraId="1DC2525D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3C4FBB" w14:paraId="38D85DF3" w14:textId="77777777" w:rsidTr="003C4F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42DE80AB" w14:textId="1D40DF13" w:rsidR="003C4FBB" w:rsidRDefault="00AE741C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služeb</w:t>
            </w:r>
            <w:r w:rsidR="003C4FBB"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6CFAF384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, kontakt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725CEF29" w14:textId="5CBAA914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 </w:t>
            </w:r>
          </w:p>
          <w:p w14:paraId="724FDA6C" w14:textId="77777777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C7B5C0A" w14:textId="13EE6092" w:rsidR="003C4FBB" w:rsidRDefault="00D94D22" w:rsidP="00AE741C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Limit pojistného plnění</w:t>
            </w:r>
            <w:r w:rsidR="00E2019A">
              <w:rPr>
                <w:rFonts w:eastAsia="Times New Roman" w:cs="Times New Roman"/>
                <w:b/>
                <w:spacing w:val="-6"/>
                <w:lang w:eastAsia="cs-CZ"/>
              </w:rPr>
              <w:t>*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2386E0BF" w14:textId="01368398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</w:t>
            </w:r>
            <w:r w:rsidR="00D94D22">
              <w:rPr>
                <w:rFonts w:eastAsia="Times New Roman" w:cs="Times New Roman"/>
                <w:spacing w:val="-6"/>
                <w:lang w:eastAsia="cs-CZ"/>
              </w:rPr>
              <w:t>a místo plnění</w:t>
            </w:r>
          </w:p>
          <w:p w14:paraId="0868D5A2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3C4FBB" w14:paraId="2DCD577F" w14:textId="77777777" w:rsidTr="003C4FB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912A9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DC001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36B9B57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31C30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3C4FBB" w14:paraId="34977EE0" w14:textId="77777777" w:rsidTr="003C4FB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9A278EE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29061B7A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A58E911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21188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AE741C" w14:paraId="23C2F9AB" w14:textId="77777777" w:rsidTr="00D94D22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58CF19F5" w14:textId="77777777" w:rsidR="00AE741C" w:rsidRDefault="00AE741C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C23B1FC" w14:textId="77777777" w:rsidR="00AE741C" w:rsidRDefault="00AE741C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06FCC31" w14:textId="77777777" w:rsidR="00AE741C" w:rsidRDefault="00AE741C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BF93DC0" w14:textId="77777777" w:rsidR="00AE741C" w:rsidRDefault="00AE741C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2019A" w14:paraId="0CCFB08A" w14:textId="77777777" w:rsidTr="00E2019A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8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E0DA716" w14:textId="43A88434" w:rsidR="00E2019A" w:rsidRPr="00E2019A" w:rsidRDefault="00E2019A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E2019A">
              <w:rPr>
                <w:rFonts w:eastAsia="Times New Roman" w:cs="Times New Roman"/>
                <w:b w:val="0"/>
                <w:spacing w:val="-6"/>
                <w:lang w:eastAsia="cs-CZ"/>
              </w:rPr>
              <w:t>* Označte, zda bylo plněno samostatně nebo pomocí poddodavatele a v jaké výši</w:t>
            </w:r>
          </w:p>
        </w:tc>
      </w:tr>
    </w:tbl>
    <w:p w14:paraId="32EB2394" w14:textId="77777777" w:rsidR="003C4FBB" w:rsidRDefault="003C4FBB" w:rsidP="003C4FBB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01C0B432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8CD83F5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5F4C24C6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072B9773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E5DD04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D4A6E2A" w14:textId="77777777" w:rsidR="009F392E" w:rsidRPr="003C4FBB" w:rsidRDefault="009F392E" w:rsidP="003C4FBB"/>
    <w:sectPr w:rsidR="009F392E" w:rsidRPr="003C4FBB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C5BB2D" w14:textId="77777777" w:rsidR="00D12636" w:rsidRDefault="00D12636" w:rsidP="00962258">
      <w:pPr>
        <w:spacing w:after="0" w:line="240" w:lineRule="auto"/>
      </w:pPr>
      <w:r>
        <w:separator/>
      </w:r>
    </w:p>
  </w:endnote>
  <w:endnote w:type="continuationSeparator" w:id="0">
    <w:p w14:paraId="6A641356" w14:textId="77777777" w:rsidR="00D12636" w:rsidRDefault="00D1263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94D22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0517AB73" w:rsidR="00D94D22" w:rsidRPr="00B8518B" w:rsidRDefault="00D94D22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937D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937D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D94D22" w:rsidRDefault="00D94D22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D94D22" w:rsidRDefault="00D94D22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D94D22" w:rsidRDefault="00D94D22" w:rsidP="00D831A3">
          <w:pPr>
            <w:pStyle w:val="Zpat"/>
          </w:pPr>
        </w:p>
      </w:tc>
    </w:tr>
  </w:tbl>
  <w:p w14:paraId="1E3097F2" w14:textId="77777777" w:rsidR="00D94D22" w:rsidRPr="00B8518B" w:rsidRDefault="00D94D22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2C7304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CE2A74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94D22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4336CBD9" w:rsidR="00D94D22" w:rsidRPr="00B8518B" w:rsidRDefault="00D94D22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937D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937D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B5F7A2" w14:textId="77777777" w:rsidR="00D94D22" w:rsidRDefault="00D94D22" w:rsidP="00460660">
          <w:pPr>
            <w:pStyle w:val="Zpat"/>
          </w:pPr>
          <w:r>
            <w:t>Správa železnic, státní organizace</w:t>
          </w:r>
        </w:p>
        <w:p w14:paraId="33E9DE50" w14:textId="77777777" w:rsidR="00D94D22" w:rsidRDefault="00D94D22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E028273" w14:textId="77777777" w:rsidR="00D94D22" w:rsidRDefault="00D94D22" w:rsidP="00460660">
          <w:pPr>
            <w:pStyle w:val="Zpat"/>
          </w:pPr>
          <w:r>
            <w:t>Sídlo: Dlážděná 1003/7, 110 00 Praha 1</w:t>
          </w:r>
        </w:p>
        <w:p w14:paraId="31533205" w14:textId="77777777" w:rsidR="00D94D22" w:rsidRDefault="00D94D22" w:rsidP="00460660">
          <w:pPr>
            <w:pStyle w:val="Zpat"/>
          </w:pPr>
          <w:r>
            <w:t>IČO: 709 94 234 DIČ: CZ 709 94 234</w:t>
          </w:r>
        </w:p>
        <w:p w14:paraId="5FB2C527" w14:textId="264C4CFB" w:rsidR="00D94D22" w:rsidRDefault="00D94D22" w:rsidP="00460660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6842531D" w14:textId="77777777" w:rsidR="00D94D22" w:rsidRDefault="00D94D22" w:rsidP="00460660">
          <w:pPr>
            <w:pStyle w:val="Zpat"/>
          </w:pPr>
        </w:p>
      </w:tc>
    </w:tr>
  </w:tbl>
  <w:p w14:paraId="42F491F0" w14:textId="77777777" w:rsidR="00D94D22" w:rsidRPr="00B8518B" w:rsidRDefault="00D94D22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4DC20A3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D301E7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D94D22" w:rsidRPr="00460660" w:rsidRDefault="00D94D22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3CE784" w14:textId="77777777" w:rsidR="00D12636" w:rsidRDefault="00D12636" w:rsidP="00962258">
      <w:pPr>
        <w:spacing w:after="0" w:line="240" w:lineRule="auto"/>
      </w:pPr>
      <w:r>
        <w:separator/>
      </w:r>
    </w:p>
  </w:footnote>
  <w:footnote w:type="continuationSeparator" w:id="0">
    <w:p w14:paraId="3145E797" w14:textId="77777777" w:rsidR="00D12636" w:rsidRDefault="00D1263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D94D22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D94D22" w:rsidRPr="00B8518B" w:rsidRDefault="00D94D22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D94D22" w:rsidRDefault="00D94D22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D94D22" w:rsidRPr="00D6163D" w:rsidRDefault="00D94D22" w:rsidP="00D6163D">
          <w:pPr>
            <w:pStyle w:val="Druhdokumentu"/>
          </w:pPr>
        </w:p>
      </w:tc>
    </w:tr>
  </w:tbl>
  <w:p w14:paraId="4E88F22E" w14:textId="77777777" w:rsidR="00D94D22" w:rsidRPr="00D6163D" w:rsidRDefault="00D94D22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D94D22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D94D22" w:rsidRPr="00B8518B" w:rsidRDefault="00D94D22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D94D22" w:rsidRDefault="00D94D22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D94D22" w:rsidRPr="00D6163D" w:rsidRDefault="00D94D22" w:rsidP="00FC6389">
          <w:pPr>
            <w:pStyle w:val="Druhdokumentu"/>
          </w:pPr>
        </w:p>
      </w:tc>
    </w:tr>
    <w:tr w:rsidR="00D94D22" w14:paraId="5F218E6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67FEB3C" w14:textId="77777777" w:rsidR="00D94D22" w:rsidRPr="00B8518B" w:rsidRDefault="00D94D22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D94D22" w:rsidRDefault="00D94D22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D94D22" w:rsidRPr="00D6163D" w:rsidRDefault="00D94D22" w:rsidP="00FC6389">
          <w:pPr>
            <w:pStyle w:val="Druhdokumentu"/>
          </w:pPr>
        </w:p>
      </w:tc>
    </w:tr>
  </w:tbl>
  <w:p w14:paraId="256161A2" w14:textId="77777777" w:rsidR="00D94D22" w:rsidRPr="00D6163D" w:rsidRDefault="00D94D22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D94D22" w:rsidRPr="00460660" w:rsidRDefault="00D94D22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BB"/>
    <w:rsid w:val="00072C1E"/>
    <w:rsid w:val="000810D4"/>
    <w:rsid w:val="000937D3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3C4FBB"/>
    <w:rsid w:val="00423EA1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AE37F4"/>
    <w:rsid w:val="00AE741C"/>
    <w:rsid w:val="00B15D0D"/>
    <w:rsid w:val="00B75EE1"/>
    <w:rsid w:val="00B77481"/>
    <w:rsid w:val="00B8518B"/>
    <w:rsid w:val="00BC5AC9"/>
    <w:rsid w:val="00BD7E91"/>
    <w:rsid w:val="00C02D0A"/>
    <w:rsid w:val="00C03A6E"/>
    <w:rsid w:val="00C44F6A"/>
    <w:rsid w:val="00C47AE3"/>
    <w:rsid w:val="00CD1FC4"/>
    <w:rsid w:val="00D12636"/>
    <w:rsid w:val="00D21061"/>
    <w:rsid w:val="00D4108E"/>
    <w:rsid w:val="00D6163D"/>
    <w:rsid w:val="00D73D46"/>
    <w:rsid w:val="00D831A3"/>
    <w:rsid w:val="00D94D22"/>
    <w:rsid w:val="00DC75F3"/>
    <w:rsid w:val="00DD46F3"/>
    <w:rsid w:val="00DE56F2"/>
    <w:rsid w:val="00DF116D"/>
    <w:rsid w:val="00E2019A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DD6909E"/>
  <w14:defaultImageDpi w14:val="32767"/>
  <w15:docId w15:val="{D4B50C09-88FF-4C93-928B-B4185993A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04BBB4-4DCA-407F-B6D9-DFF58C54EC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BA32191-1371-4D83-B70A-99AC49772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22</TotalTime>
  <Pages>1</Pages>
  <Words>158</Words>
  <Characters>935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Škába Ladislav, Bc., DiS.</cp:lastModifiedBy>
  <cp:revision>5</cp:revision>
  <cp:lastPrinted>2020-09-25T07:36:00Z</cp:lastPrinted>
  <dcterms:created xsi:type="dcterms:W3CDTF">2020-09-25T07:18:00Z</dcterms:created>
  <dcterms:modified xsi:type="dcterms:W3CDTF">2021-09-23T13:44:00Z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